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D9" w:rsidRPr="003D1246" w:rsidRDefault="00AB04D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AB04D9" w:rsidRPr="003D1246" w:rsidRDefault="00AB04D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B04D9" w:rsidRDefault="00AB04D9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B04D9" w:rsidRPr="003D1246" w:rsidRDefault="00AB04D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AB04D9" w:rsidRDefault="00AB04D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B04D9" w:rsidRDefault="00AB04D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B04D9" w:rsidRPr="00862877" w:rsidRDefault="00AB04D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B04D9" w:rsidRDefault="00AB04D9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A556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B04D9" w:rsidRPr="00862877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B04D9" w:rsidRDefault="00AB04D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B04D9" w:rsidRDefault="00AB04D9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B04D9" w:rsidRPr="003D1246" w:rsidRDefault="00AB04D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B04D9" w:rsidRPr="003D1246" w:rsidRDefault="00AB04D9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04D9" w:rsidRPr="003D1246" w:rsidRDefault="00AB04D9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04D9" w:rsidRDefault="00AB04D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B04D9" w:rsidRDefault="00AB04D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AB04D9" w:rsidRPr="001574A6" w:rsidRDefault="00AB04D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B04D9" w:rsidRDefault="00AB04D9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B04D9" w:rsidRPr="009B1542" w:rsidRDefault="00AB04D9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«18» 01.  2016г.                                                                                       № 22 -п</w:t>
      </w:r>
    </w:p>
    <w:p w:rsidR="00AB04D9" w:rsidRDefault="00AB04D9" w:rsidP="007C574F">
      <w:pPr>
        <w:pStyle w:val="NormalWeb"/>
        <w:spacing w:before="0" w:after="0"/>
        <w:ind w:firstLine="709"/>
        <w:jc w:val="both"/>
        <w:rPr>
          <w:sz w:val="26"/>
        </w:rPr>
      </w:pPr>
    </w:p>
    <w:p w:rsidR="00AB04D9" w:rsidRDefault="00AB04D9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б утверждении муниципальных заданий на 2016 год</w:t>
      </w:r>
    </w:p>
    <w:p w:rsidR="00AB04D9" w:rsidRDefault="00AB04D9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оказание муниципальных услуг (выполнение работ)</w:t>
      </w:r>
    </w:p>
    <w:p w:rsidR="00AB04D9" w:rsidRDefault="00AB04D9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муниципальными бюджетными организациями</w:t>
      </w:r>
    </w:p>
    <w:p w:rsidR="00AB04D9" w:rsidRDefault="00AB04D9" w:rsidP="0063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(учреждениями) муниципального образования город Сорск</w:t>
      </w:r>
    </w:p>
    <w:p w:rsidR="00AB04D9" w:rsidRPr="0072375D" w:rsidRDefault="00AB04D9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B04D9" w:rsidRDefault="00AB04D9" w:rsidP="00827C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 xml:space="preserve">соответствии со статьей 69.2 Бюджетного кодекса Российской Федерации, Постановлением администрации муниципального образования город Сорск от 10.10.2011 г. № 37-п. «Об утверждении Положения о формировании муниципального задания в отношении муниципальных учреждений муниципального образования г. Сорск и финансовом обеспечении выполнения муниципального задания», Постановлением главы муниципального образования г. Сорск от 31.08.2011 г. № 432-п «Об утверждении Ведомственных перечней муниципальных услуг (работ), оказываемых (выполняемых) муниципальными учреждениями в сфере образования, культуры» (с последующими изменениями), </w:t>
      </w:r>
      <w:r w:rsidRPr="00B4368A">
        <w:rPr>
          <w:rFonts w:ascii="Times New Roman" w:hAnsi="Times New Roman" w:cs="Times New Roman"/>
          <w:sz w:val="26"/>
          <w:szCs w:val="26"/>
        </w:rPr>
        <w:t>статьи 27 Устава муниципального образования город Сорск, администрация города Сорска</w:t>
      </w:r>
    </w:p>
    <w:p w:rsidR="00AB04D9" w:rsidRDefault="00AB04D9" w:rsidP="00B43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</w:t>
      </w:r>
      <w:r w:rsidRPr="002179E8">
        <w:rPr>
          <w:rFonts w:ascii="Times New Roman" w:hAnsi="Times New Roman" w:cs="Times New Roman"/>
          <w:sz w:val="26"/>
          <w:szCs w:val="26"/>
        </w:rPr>
        <w:t>ВЛЯЕТ:</w:t>
      </w:r>
    </w:p>
    <w:p w:rsidR="00AB04D9" w:rsidRDefault="00AB04D9" w:rsidP="00B43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1.Утвердить муниципальные задания на оказание муниципальных услуг (выполнение работ) на 2016 год в сфере образования для муниципальных бюджетных образовательных организаций(учреждений):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дополнител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ного образования детей «Дом детского творчества» города Сорска (приложение 1);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общеобразовательного учреждения Сорская средняя общеобразовательная школа №1 (приложение 2);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Сорская осно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ная общеобразовательная школа №2 имени Толстихиной Ю.Н. (приложение 3);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«Сорская сре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няя общеобразовательная школа №3 с углубленным изучением отдельных предм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тов» города Сорска (приложение 4);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«Ручеек» (приложение 5);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детский сад «Солнышко» (приложение 6);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«Дюймовочка» (приложение 8).</w:t>
      </w:r>
    </w:p>
    <w:p w:rsidR="00AB04D9" w:rsidRDefault="00AB04D9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средствах массовой информации и на официальном сайте администрации города Сорска.</w:t>
      </w:r>
    </w:p>
    <w:p w:rsidR="00AB04D9" w:rsidRDefault="00AB04D9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настоящего постановления возложить на заме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тителя главы города Сорска по социальным вопросам.</w:t>
      </w:r>
    </w:p>
    <w:p w:rsidR="00AB04D9" w:rsidRDefault="00AB04D9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4D9" w:rsidRDefault="00AB04D9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В.Ф. Найденов</w:t>
      </w:r>
    </w:p>
    <w:p w:rsidR="00AB04D9" w:rsidRDefault="00AB04D9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04D9" w:rsidRPr="00912F09" w:rsidRDefault="00AB04D9" w:rsidP="00FB716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B04D9" w:rsidRPr="00912F09" w:rsidSect="00FB716B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67827"/>
    <w:rsid w:val="00083304"/>
    <w:rsid w:val="000E5B4B"/>
    <w:rsid w:val="000F42E9"/>
    <w:rsid w:val="00110F50"/>
    <w:rsid w:val="00135DB8"/>
    <w:rsid w:val="00144BDA"/>
    <w:rsid w:val="001574A6"/>
    <w:rsid w:val="00196C3D"/>
    <w:rsid w:val="001A620A"/>
    <w:rsid w:val="001C4892"/>
    <w:rsid w:val="001C4B76"/>
    <w:rsid w:val="001C6B38"/>
    <w:rsid w:val="001F2CC8"/>
    <w:rsid w:val="00205017"/>
    <w:rsid w:val="002179E8"/>
    <w:rsid w:val="0022062D"/>
    <w:rsid w:val="002A2387"/>
    <w:rsid w:val="002C78ED"/>
    <w:rsid w:val="00323627"/>
    <w:rsid w:val="00356011"/>
    <w:rsid w:val="003634AB"/>
    <w:rsid w:val="00371EF0"/>
    <w:rsid w:val="003813FB"/>
    <w:rsid w:val="003C4A73"/>
    <w:rsid w:val="003D1246"/>
    <w:rsid w:val="003D64D0"/>
    <w:rsid w:val="00426DD8"/>
    <w:rsid w:val="00434B5F"/>
    <w:rsid w:val="0046484F"/>
    <w:rsid w:val="00474BB4"/>
    <w:rsid w:val="004D596E"/>
    <w:rsid w:val="004D6B98"/>
    <w:rsid w:val="00557E22"/>
    <w:rsid w:val="0059770A"/>
    <w:rsid w:val="005B51E4"/>
    <w:rsid w:val="005B7320"/>
    <w:rsid w:val="005D46F7"/>
    <w:rsid w:val="00636555"/>
    <w:rsid w:val="00683FB9"/>
    <w:rsid w:val="006B5301"/>
    <w:rsid w:val="006D67EA"/>
    <w:rsid w:val="0072375D"/>
    <w:rsid w:val="00750A18"/>
    <w:rsid w:val="007609AC"/>
    <w:rsid w:val="00776458"/>
    <w:rsid w:val="00782969"/>
    <w:rsid w:val="007A0893"/>
    <w:rsid w:val="007C574F"/>
    <w:rsid w:val="007C5935"/>
    <w:rsid w:val="007C65FE"/>
    <w:rsid w:val="007C7B2E"/>
    <w:rsid w:val="008270AA"/>
    <w:rsid w:val="00827C4F"/>
    <w:rsid w:val="00827C9A"/>
    <w:rsid w:val="008329E9"/>
    <w:rsid w:val="00832D56"/>
    <w:rsid w:val="0083347C"/>
    <w:rsid w:val="0085315F"/>
    <w:rsid w:val="00854B11"/>
    <w:rsid w:val="00862877"/>
    <w:rsid w:val="008D5165"/>
    <w:rsid w:val="009124F0"/>
    <w:rsid w:val="00912F09"/>
    <w:rsid w:val="009232F1"/>
    <w:rsid w:val="00942ABE"/>
    <w:rsid w:val="009A75FA"/>
    <w:rsid w:val="009B1542"/>
    <w:rsid w:val="009E56DA"/>
    <w:rsid w:val="009F3C36"/>
    <w:rsid w:val="00A2275B"/>
    <w:rsid w:val="00A40344"/>
    <w:rsid w:val="00A42C32"/>
    <w:rsid w:val="00A54414"/>
    <w:rsid w:val="00A556C3"/>
    <w:rsid w:val="00AB04D9"/>
    <w:rsid w:val="00AD52D6"/>
    <w:rsid w:val="00AE12EB"/>
    <w:rsid w:val="00AF6B23"/>
    <w:rsid w:val="00B050A9"/>
    <w:rsid w:val="00B166EF"/>
    <w:rsid w:val="00B33672"/>
    <w:rsid w:val="00B33AD1"/>
    <w:rsid w:val="00B4368A"/>
    <w:rsid w:val="00B51B8E"/>
    <w:rsid w:val="00B5492F"/>
    <w:rsid w:val="00B85F3D"/>
    <w:rsid w:val="00BB376D"/>
    <w:rsid w:val="00BE489D"/>
    <w:rsid w:val="00BE67E6"/>
    <w:rsid w:val="00C21230"/>
    <w:rsid w:val="00C262D4"/>
    <w:rsid w:val="00C41EBE"/>
    <w:rsid w:val="00CD2E31"/>
    <w:rsid w:val="00CD78D5"/>
    <w:rsid w:val="00D411FE"/>
    <w:rsid w:val="00D65351"/>
    <w:rsid w:val="00D94A6B"/>
    <w:rsid w:val="00DB1EB8"/>
    <w:rsid w:val="00DB23CB"/>
    <w:rsid w:val="00DE7D2C"/>
    <w:rsid w:val="00DF30D3"/>
    <w:rsid w:val="00E137F6"/>
    <w:rsid w:val="00E37B45"/>
    <w:rsid w:val="00E41E2B"/>
    <w:rsid w:val="00EB1B7D"/>
    <w:rsid w:val="00EC6AC5"/>
    <w:rsid w:val="00F96C31"/>
    <w:rsid w:val="00FB716B"/>
    <w:rsid w:val="00FC4C65"/>
    <w:rsid w:val="00FD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12F0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1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400</TotalTime>
  <Pages>2</Pages>
  <Words>396</Words>
  <Characters>2258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69</cp:revision>
  <cp:lastPrinted>2016-01-18T01:26:00Z</cp:lastPrinted>
  <dcterms:created xsi:type="dcterms:W3CDTF">2012-02-27T07:59:00Z</dcterms:created>
  <dcterms:modified xsi:type="dcterms:W3CDTF">2016-01-21T01:47:00Z</dcterms:modified>
</cp:coreProperties>
</file>